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E3" w:rsidRPr="00031CAE" w:rsidRDefault="00E90BB6">
      <w:pPr>
        <w:pStyle w:val="Title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1102995</wp:posOffset>
            </wp:positionH>
            <wp:positionV relativeFrom="paragraph">
              <wp:posOffset>-234950</wp:posOffset>
            </wp:positionV>
            <wp:extent cx="709930" cy="714375"/>
            <wp:effectExtent l="19050" t="0" r="0" b="0"/>
            <wp:wrapNone/>
            <wp:docPr id="2" name="Picture 2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CAE" w:rsidRPr="00031CAE">
        <w:rPr>
          <w:rFonts w:ascii="Times New Roman" w:hAnsi="Times New Roman"/>
          <w:szCs w:val="28"/>
        </w:rPr>
        <w:t>21</w:t>
      </w:r>
      <w:r w:rsidR="00031CAE" w:rsidRPr="00031CAE">
        <w:rPr>
          <w:rFonts w:ascii="Times New Roman" w:hAnsi="Times New Roman"/>
          <w:szCs w:val="28"/>
          <w:vertAlign w:val="superscript"/>
        </w:rPr>
        <w:t>st</w:t>
      </w:r>
      <w:r w:rsidR="00031CAE" w:rsidRPr="00031CAE">
        <w:rPr>
          <w:rFonts w:ascii="Times New Roman" w:hAnsi="Times New Roman"/>
          <w:szCs w:val="28"/>
        </w:rPr>
        <w:t xml:space="preserve"> Century Skills</w:t>
      </w:r>
    </w:p>
    <w:p w:rsidR="006F4872" w:rsidRDefault="006F4872" w:rsidP="00031CAE">
      <w:pPr>
        <w:pStyle w:val="Title"/>
      </w:pPr>
      <w:r>
        <w:t>Student KWL Worksheet</w:t>
      </w:r>
    </w:p>
    <w:p w:rsidR="006F4872" w:rsidRDefault="006F4872">
      <w:pPr>
        <w:jc w:val="center"/>
      </w:pPr>
    </w:p>
    <w:p w:rsidR="006F4872" w:rsidRDefault="006F4872">
      <w:pPr>
        <w:rPr>
          <w:rFonts w:ascii="Arial" w:hAnsi="Arial"/>
          <w:b/>
          <w:sz w:val="22"/>
        </w:rPr>
      </w:pPr>
      <w:r>
        <w:rPr>
          <w:b/>
        </w:rPr>
        <w:t>K</w:t>
      </w:r>
      <w:r>
        <w:t xml:space="preserve"> = What the students </w:t>
      </w:r>
      <w:r>
        <w:rPr>
          <w:b/>
        </w:rPr>
        <w:t>knows</w:t>
      </w:r>
      <w:r>
        <w:rPr>
          <w:b/>
        </w:rPr>
        <w:tab/>
      </w:r>
      <w:r>
        <w:rPr>
          <w:b/>
        </w:rPr>
        <w:tab/>
        <w:t xml:space="preserve">W </w:t>
      </w:r>
      <w:r>
        <w:t xml:space="preserve">= </w:t>
      </w:r>
      <w:r>
        <w:rPr>
          <w:b/>
        </w:rPr>
        <w:t>What</w:t>
      </w:r>
      <w:r>
        <w:t xml:space="preserve"> questions come to mind</w:t>
      </w:r>
      <w:r>
        <w:tab/>
      </w:r>
      <w:r>
        <w:rPr>
          <w:b/>
        </w:rPr>
        <w:tab/>
        <w:t xml:space="preserve">L </w:t>
      </w:r>
      <w:r>
        <w:t xml:space="preserve">= What the student has </w:t>
      </w:r>
      <w:r>
        <w:rPr>
          <w:b/>
        </w:rPr>
        <w:t>learned</w:t>
      </w:r>
      <w:r>
        <w:t xml:space="preserve"> based on the questions</w:t>
      </w:r>
    </w:p>
    <w:p w:rsidR="006F4872" w:rsidRPr="00222782" w:rsidRDefault="006F4872">
      <w:pPr>
        <w:tabs>
          <w:tab w:val="left" w:pos="1620"/>
          <w:tab w:val="right" w:pos="5760"/>
          <w:tab w:val="left" w:pos="6300"/>
          <w:tab w:val="left" w:pos="7560"/>
          <w:tab w:val="right" w:pos="10260"/>
          <w:tab w:val="left" w:pos="10710"/>
          <w:tab w:val="left" w:pos="11340"/>
          <w:tab w:val="right" w:pos="14400"/>
        </w:tabs>
        <w:rPr>
          <w:rFonts w:ascii="Arial" w:hAnsi="Arial"/>
          <w:szCs w:val="24"/>
        </w:rPr>
      </w:pPr>
    </w:p>
    <w:p w:rsidR="007462CE" w:rsidRPr="00EB4355" w:rsidRDefault="007462CE" w:rsidP="007462CE">
      <w:r w:rsidRPr="00EB4355">
        <w:t>Student Name ________________________</w:t>
      </w:r>
      <w:r>
        <w:t xml:space="preserve">________ </w:t>
      </w:r>
      <w:r w:rsidRPr="00EB4355">
        <w:t>Teacher______________________</w:t>
      </w:r>
      <w:r>
        <w:t xml:space="preserve">_______________ </w:t>
      </w:r>
      <w:r w:rsidRPr="00EB4355">
        <w:t xml:space="preserve">Date ____________ </w:t>
      </w:r>
    </w:p>
    <w:p w:rsidR="007462CE" w:rsidRPr="00EB4355" w:rsidRDefault="007462CE" w:rsidP="007462CE"/>
    <w:p w:rsidR="007462CE" w:rsidRDefault="007462CE" w:rsidP="007462CE">
      <w:r w:rsidRPr="00EB4355">
        <w:t>Subject ____________</w:t>
      </w:r>
      <w:r>
        <w:t xml:space="preserve">__________________________ </w:t>
      </w:r>
      <w:r w:rsidRPr="00EB4355">
        <w:t>Topic _____________________</w:t>
      </w:r>
      <w:r>
        <w:t>_________________</w:t>
      </w:r>
    </w:p>
    <w:p w:rsidR="007462CE" w:rsidRDefault="007462CE" w:rsidP="007462CE"/>
    <w:p w:rsidR="007462CE" w:rsidRDefault="007462CE" w:rsidP="007462CE">
      <w:r>
        <w:t>Main Research Question _________________________________________________________________________________________</w:t>
      </w:r>
    </w:p>
    <w:p w:rsidR="006F4872" w:rsidRDefault="006F4872">
      <w:pPr>
        <w:rPr>
          <w:rFonts w:ascii="Arial" w:hAnsi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77"/>
        <w:gridCol w:w="4777"/>
        <w:gridCol w:w="4774"/>
      </w:tblGrid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pPr>
              <w:rPr>
                <w:b/>
                <w:szCs w:val="24"/>
              </w:rPr>
            </w:pPr>
            <w:r w:rsidRPr="00222782">
              <w:rPr>
                <w:szCs w:val="24"/>
              </w:rPr>
              <w:t xml:space="preserve">What I already </w:t>
            </w:r>
            <w:r w:rsidRPr="00222782">
              <w:rPr>
                <w:b/>
                <w:szCs w:val="24"/>
              </w:rPr>
              <w:t>know</w:t>
            </w:r>
          </w:p>
          <w:p w:rsidR="007462CE" w:rsidRDefault="007462CE">
            <w:pPr>
              <w:rPr>
                <w:b/>
                <w:szCs w:val="24"/>
              </w:rPr>
            </w:pPr>
          </w:p>
          <w:p w:rsidR="007462CE" w:rsidRPr="00222782" w:rsidRDefault="007462CE">
            <w:pPr>
              <w:rPr>
                <w:szCs w:val="24"/>
              </w:rPr>
            </w:pPr>
          </w:p>
        </w:tc>
        <w:tc>
          <w:tcPr>
            <w:tcW w:w="1667" w:type="pct"/>
          </w:tcPr>
          <w:p w:rsidR="00E336E3" w:rsidRPr="00222782" w:rsidRDefault="00E336E3">
            <w:pPr>
              <w:rPr>
                <w:szCs w:val="24"/>
              </w:rPr>
            </w:pPr>
            <w:r w:rsidRPr="00222782">
              <w:rPr>
                <w:b/>
                <w:szCs w:val="24"/>
              </w:rPr>
              <w:t>What</w:t>
            </w:r>
            <w:r w:rsidRPr="00222782">
              <w:rPr>
                <w:szCs w:val="24"/>
              </w:rPr>
              <w:t xml:space="preserve"> questions come to mind?</w:t>
            </w:r>
          </w:p>
        </w:tc>
        <w:tc>
          <w:tcPr>
            <w:tcW w:w="1667" w:type="pct"/>
          </w:tcPr>
          <w:p w:rsidR="00E336E3" w:rsidRPr="00222782" w:rsidRDefault="00E336E3">
            <w:pPr>
              <w:rPr>
                <w:b/>
                <w:szCs w:val="24"/>
              </w:rPr>
            </w:pPr>
            <w:r w:rsidRPr="00E336E3">
              <w:rPr>
                <w:szCs w:val="24"/>
              </w:rPr>
              <w:t>What I</w:t>
            </w:r>
            <w:r>
              <w:rPr>
                <w:b/>
                <w:szCs w:val="24"/>
              </w:rPr>
              <w:t xml:space="preserve"> Learned </w:t>
            </w:r>
            <w:r w:rsidRPr="00E336E3">
              <w:rPr>
                <w:szCs w:val="24"/>
              </w:rPr>
              <w:t>from Research</w:t>
            </w:r>
          </w:p>
        </w:tc>
      </w:tr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r>
              <w:t>1.</w:t>
            </w:r>
          </w:p>
          <w:p w:rsidR="00E336E3" w:rsidRDefault="00E336E3"/>
          <w:p w:rsidR="00E336E3" w:rsidRDefault="00E336E3"/>
          <w:p w:rsidR="00E336E3" w:rsidRDefault="00E336E3"/>
        </w:tc>
        <w:tc>
          <w:tcPr>
            <w:tcW w:w="1667" w:type="pct"/>
          </w:tcPr>
          <w:p w:rsidR="00E336E3" w:rsidRDefault="00E336E3">
            <w:r>
              <w:t>1.</w:t>
            </w:r>
          </w:p>
        </w:tc>
        <w:tc>
          <w:tcPr>
            <w:tcW w:w="1667" w:type="pct"/>
          </w:tcPr>
          <w:p w:rsidR="00E336E3" w:rsidRDefault="00E336E3"/>
        </w:tc>
      </w:tr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r>
              <w:t>2.</w:t>
            </w:r>
          </w:p>
          <w:p w:rsidR="00E336E3" w:rsidRDefault="00E336E3"/>
          <w:p w:rsidR="00E336E3" w:rsidRDefault="00E336E3"/>
          <w:p w:rsidR="00E336E3" w:rsidRDefault="00E336E3"/>
        </w:tc>
        <w:tc>
          <w:tcPr>
            <w:tcW w:w="1667" w:type="pct"/>
          </w:tcPr>
          <w:p w:rsidR="00E336E3" w:rsidRDefault="00E336E3">
            <w:r>
              <w:t>2.</w:t>
            </w:r>
          </w:p>
        </w:tc>
        <w:tc>
          <w:tcPr>
            <w:tcW w:w="1667" w:type="pct"/>
          </w:tcPr>
          <w:p w:rsidR="00E336E3" w:rsidRDefault="00E336E3"/>
        </w:tc>
      </w:tr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r>
              <w:t>3.</w:t>
            </w:r>
          </w:p>
          <w:p w:rsidR="00E336E3" w:rsidRDefault="00E336E3"/>
          <w:p w:rsidR="00E336E3" w:rsidRDefault="00E336E3"/>
          <w:p w:rsidR="00E336E3" w:rsidRDefault="00E336E3"/>
        </w:tc>
        <w:tc>
          <w:tcPr>
            <w:tcW w:w="1667" w:type="pct"/>
          </w:tcPr>
          <w:p w:rsidR="00E336E3" w:rsidRDefault="00E336E3">
            <w:r>
              <w:t>3.</w:t>
            </w:r>
          </w:p>
        </w:tc>
        <w:tc>
          <w:tcPr>
            <w:tcW w:w="1667" w:type="pct"/>
          </w:tcPr>
          <w:p w:rsidR="00E336E3" w:rsidRDefault="00E336E3"/>
        </w:tc>
      </w:tr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r>
              <w:t>4.</w:t>
            </w:r>
          </w:p>
          <w:p w:rsidR="00E336E3" w:rsidRDefault="00E336E3"/>
          <w:p w:rsidR="00E336E3" w:rsidRDefault="00E336E3"/>
          <w:p w:rsidR="00E336E3" w:rsidRDefault="00E336E3"/>
        </w:tc>
        <w:tc>
          <w:tcPr>
            <w:tcW w:w="1667" w:type="pct"/>
          </w:tcPr>
          <w:p w:rsidR="00E336E3" w:rsidRDefault="00E336E3">
            <w:r>
              <w:t>4.</w:t>
            </w:r>
          </w:p>
        </w:tc>
        <w:tc>
          <w:tcPr>
            <w:tcW w:w="1667" w:type="pct"/>
          </w:tcPr>
          <w:p w:rsidR="00E336E3" w:rsidRDefault="00E336E3"/>
        </w:tc>
      </w:tr>
      <w:tr w:rsidR="00E336E3" w:rsidTr="00E336E3">
        <w:tblPrEx>
          <w:tblCellMar>
            <w:top w:w="0" w:type="dxa"/>
            <w:bottom w:w="0" w:type="dxa"/>
          </w:tblCellMar>
        </w:tblPrEx>
        <w:tc>
          <w:tcPr>
            <w:tcW w:w="1667" w:type="pct"/>
          </w:tcPr>
          <w:p w:rsidR="00E336E3" w:rsidRDefault="00E336E3">
            <w:r>
              <w:t>5.</w:t>
            </w:r>
          </w:p>
          <w:p w:rsidR="00E336E3" w:rsidRDefault="00E336E3"/>
          <w:p w:rsidR="00E336E3" w:rsidRDefault="00E336E3"/>
          <w:p w:rsidR="00E336E3" w:rsidRDefault="00E336E3"/>
          <w:p w:rsidR="00E336E3" w:rsidRDefault="00E336E3"/>
        </w:tc>
        <w:tc>
          <w:tcPr>
            <w:tcW w:w="1667" w:type="pct"/>
          </w:tcPr>
          <w:p w:rsidR="00E336E3" w:rsidRDefault="00E336E3">
            <w:r>
              <w:t>5.</w:t>
            </w:r>
          </w:p>
        </w:tc>
        <w:tc>
          <w:tcPr>
            <w:tcW w:w="1667" w:type="pct"/>
          </w:tcPr>
          <w:p w:rsidR="00E336E3" w:rsidRDefault="00E336E3"/>
        </w:tc>
      </w:tr>
    </w:tbl>
    <w:p w:rsidR="006F4872" w:rsidRPr="00222782" w:rsidRDefault="006F4872">
      <w:pPr>
        <w:rPr>
          <w:szCs w:val="24"/>
        </w:rPr>
      </w:pPr>
    </w:p>
    <w:p w:rsidR="006F4872" w:rsidRPr="00222782" w:rsidRDefault="00E336E3">
      <w:pPr>
        <w:rPr>
          <w:szCs w:val="24"/>
        </w:rPr>
      </w:pPr>
      <w:r>
        <w:rPr>
          <w:szCs w:val="24"/>
        </w:rPr>
        <w:br w:type="page"/>
      </w:r>
      <w:r w:rsidR="006F4872" w:rsidRPr="00222782">
        <w:rPr>
          <w:szCs w:val="24"/>
        </w:rPr>
        <w:lastRenderedPageBreak/>
        <w:t>Follow th</w:t>
      </w:r>
      <w:r w:rsidR="00222782" w:rsidRPr="00222782">
        <w:rPr>
          <w:szCs w:val="24"/>
        </w:rPr>
        <w:t>e</w:t>
      </w:r>
      <w:r w:rsidR="006F4872" w:rsidRPr="00222782">
        <w:rPr>
          <w:szCs w:val="24"/>
        </w:rPr>
        <w:t xml:space="preserve"> </w:t>
      </w:r>
      <w:r w:rsidRPr="00222782">
        <w:rPr>
          <w:b/>
          <w:szCs w:val="24"/>
        </w:rPr>
        <w:t xml:space="preserve">bibliography </w:t>
      </w:r>
      <w:r>
        <w:rPr>
          <w:b/>
          <w:szCs w:val="24"/>
        </w:rPr>
        <w:t xml:space="preserve">and </w:t>
      </w:r>
      <w:r w:rsidR="006F4872" w:rsidRPr="00222782">
        <w:rPr>
          <w:b/>
          <w:szCs w:val="24"/>
        </w:rPr>
        <w:t>notetaking</w:t>
      </w:r>
      <w:r w:rsidR="006F4872" w:rsidRPr="00222782">
        <w:rPr>
          <w:szCs w:val="24"/>
        </w:rPr>
        <w:t xml:space="preserve"> </w:t>
      </w:r>
      <w:r w:rsidR="006F4872" w:rsidRPr="00E336E3">
        <w:rPr>
          <w:szCs w:val="24"/>
        </w:rPr>
        <w:t>process</w:t>
      </w:r>
      <w:r w:rsidRPr="00E336E3">
        <w:rPr>
          <w:szCs w:val="24"/>
        </w:rPr>
        <w:t xml:space="preserve"> you learned from your teacher</w:t>
      </w:r>
      <w:r>
        <w:rPr>
          <w:szCs w:val="24"/>
        </w:rPr>
        <w:t>,</w:t>
      </w:r>
      <w:r w:rsidR="006F4872" w:rsidRPr="00222782">
        <w:rPr>
          <w:szCs w:val="24"/>
        </w:rPr>
        <w:t xml:space="preserve"> to record</w:t>
      </w:r>
      <w:r>
        <w:rPr>
          <w:szCs w:val="24"/>
        </w:rPr>
        <w:t xml:space="preserve"> new information</w:t>
      </w:r>
      <w:r w:rsidR="006F4872" w:rsidRPr="00222782">
        <w:rPr>
          <w:szCs w:val="24"/>
        </w:rPr>
        <w:t xml:space="preserve"> and </w:t>
      </w:r>
      <w:r>
        <w:rPr>
          <w:szCs w:val="24"/>
        </w:rPr>
        <w:t xml:space="preserve">to </w:t>
      </w:r>
      <w:r w:rsidR="006F4872" w:rsidRPr="00222782">
        <w:rPr>
          <w:szCs w:val="24"/>
        </w:rPr>
        <w:t xml:space="preserve">give credit to your </w:t>
      </w:r>
      <w:r>
        <w:rPr>
          <w:szCs w:val="24"/>
        </w:rPr>
        <w:t>information sources</w:t>
      </w:r>
      <w:r w:rsidR="006F4872" w:rsidRPr="00222782">
        <w:rPr>
          <w:szCs w:val="24"/>
        </w:rPr>
        <w:t xml:space="preserve">. </w:t>
      </w:r>
    </w:p>
    <w:p w:rsidR="006F4872" w:rsidRPr="00222782" w:rsidRDefault="006F4872">
      <w:pPr>
        <w:rPr>
          <w:szCs w:val="24"/>
        </w:rPr>
      </w:pPr>
    </w:p>
    <w:p w:rsidR="00E336E3" w:rsidRDefault="00E336E3" w:rsidP="00E336E3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szCs w:val="24"/>
        </w:rPr>
      </w:pPr>
      <w:r w:rsidRPr="00E336E3">
        <w:rPr>
          <w:b/>
          <w:szCs w:val="24"/>
        </w:rPr>
        <w:t>Bibliography</w:t>
      </w:r>
      <w:r>
        <w:rPr>
          <w:szCs w:val="24"/>
        </w:rPr>
        <w:t xml:space="preserve"> – </w:t>
      </w:r>
    </w:p>
    <w:p w:rsidR="006F4872" w:rsidRDefault="006F4872" w:rsidP="00E336E3">
      <w:pPr>
        <w:numPr>
          <w:ilvl w:val="0"/>
          <w:numId w:val="8"/>
        </w:numPr>
        <w:ind w:firstLine="234"/>
        <w:rPr>
          <w:szCs w:val="24"/>
        </w:rPr>
      </w:pPr>
      <w:r w:rsidRPr="00222782">
        <w:rPr>
          <w:szCs w:val="24"/>
        </w:rPr>
        <w:t xml:space="preserve">Write your </w:t>
      </w:r>
      <w:r w:rsidR="00E336E3">
        <w:rPr>
          <w:szCs w:val="24"/>
        </w:rPr>
        <w:t xml:space="preserve">information data such as author, source title, publisher, date published. </w:t>
      </w:r>
      <w:r w:rsidRPr="00222782">
        <w:rPr>
          <w:szCs w:val="24"/>
        </w:rPr>
        <w:t>Follow format given by teacher.</w:t>
      </w:r>
    </w:p>
    <w:p w:rsidR="00E336E3" w:rsidRDefault="00E336E3" w:rsidP="00E336E3">
      <w:pPr>
        <w:ind w:firstLine="234"/>
        <w:rPr>
          <w:szCs w:val="24"/>
        </w:rPr>
      </w:pPr>
    </w:p>
    <w:p w:rsidR="00E336E3" w:rsidRPr="00222782" w:rsidRDefault="00E336E3" w:rsidP="00E336E3">
      <w:pPr>
        <w:numPr>
          <w:ilvl w:val="0"/>
          <w:numId w:val="8"/>
        </w:numPr>
        <w:ind w:firstLine="234"/>
        <w:rPr>
          <w:szCs w:val="24"/>
        </w:rPr>
      </w:pPr>
      <w:r w:rsidRPr="00222782">
        <w:rPr>
          <w:szCs w:val="24"/>
        </w:rPr>
        <w:t>Alphabetize by first word in the bibliography.</w:t>
      </w:r>
    </w:p>
    <w:p w:rsidR="006F4872" w:rsidRPr="00222782" w:rsidRDefault="006F4872">
      <w:pPr>
        <w:rPr>
          <w:szCs w:val="24"/>
        </w:rPr>
      </w:pPr>
    </w:p>
    <w:p w:rsidR="006F4872" w:rsidRPr="00222782" w:rsidRDefault="00E336E3" w:rsidP="00E336E3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4"/>
        </w:rPr>
      </w:pPr>
      <w:r w:rsidRPr="00E336E3">
        <w:rPr>
          <w:b/>
          <w:szCs w:val="24"/>
        </w:rPr>
        <w:t>Notes</w:t>
      </w:r>
      <w:r w:rsidR="006F4872" w:rsidRPr="00222782">
        <w:rPr>
          <w:szCs w:val="24"/>
        </w:rPr>
        <w:t>.</w:t>
      </w:r>
    </w:p>
    <w:p w:rsidR="006F4872" w:rsidRPr="00222782" w:rsidRDefault="006F4872">
      <w:pPr>
        <w:rPr>
          <w:szCs w:val="24"/>
        </w:rPr>
      </w:pPr>
    </w:p>
    <w:p w:rsidR="006F4872" w:rsidRPr="00222782" w:rsidRDefault="006F4872" w:rsidP="00E336E3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rPr>
          <w:szCs w:val="24"/>
        </w:rPr>
      </w:pPr>
      <w:r w:rsidRPr="00222782">
        <w:rPr>
          <w:szCs w:val="24"/>
        </w:rPr>
        <w:t>Write your research question on the top line of the notes</w:t>
      </w:r>
      <w:r w:rsidR="007462CE">
        <w:rPr>
          <w:szCs w:val="24"/>
        </w:rPr>
        <w:t xml:space="preserve"> you have written that answer that question</w:t>
      </w:r>
      <w:r w:rsidRPr="00222782">
        <w:rPr>
          <w:szCs w:val="24"/>
        </w:rPr>
        <w:t>.</w:t>
      </w:r>
    </w:p>
    <w:p w:rsidR="006F4872" w:rsidRPr="00222782" w:rsidRDefault="006F4872">
      <w:pPr>
        <w:rPr>
          <w:szCs w:val="24"/>
        </w:rPr>
      </w:pPr>
    </w:p>
    <w:p w:rsidR="006F4872" w:rsidRPr="00222782" w:rsidRDefault="00E336E3" w:rsidP="00E336E3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rPr>
          <w:szCs w:val="24"/>
        </w:rPr>
      </w:pPr>
      <w:r>
        <w:rPr>
          <w:szCs w:val="24"/>
        </w:rPr>
        <w:t>Under each note</w:t>
      </w:r>
      <w:r w:rsidR="006F4872" w:rsidRPr="00222782">
        <w:rPr>
          <w:szCs w:val="24"/>
        </w:rPr>
        <w:t xml:space="preserve"> place the first word of your bibliography and page number in (  ). Eg. (Smith-53)</w:t>
      </w:r>
    </w:p>
    <w:p w:rsidR="006F4872" w:rsidRPr="00222782" w:rsidRDefault="006F4872">
      <w:pPr>
        <w:rPr>
          <w:szCs w:val="24"/>
        </w:rPr>
      </w:pPr>
    </w:p>
    <w:p w:rsidR="006F4872" w:rsidRPr="00222782" w:rsidRDefault="006F4872" w:rsidP="00E336E3">
      <w:pPr>
        <w:numPr>
          <w:ilvl w:val="0"/>
          <w:numId w:val="6"/>
        </w:numPr>
        <w:tabs>
          <w:tab w:val="clear" w:pos="360"/>
          <w:tab w:val="num" w:pos="1080"/>
        </w:tabs>
        <w:ind w:left="1080"/>
        <w:rPr>
          <w:szCs w:val="24"/>
        </w:rPr>
      </w:pPr>
      <w:r w:rsidRPr="00222782">
        <w:rPr>
          <w:szCs w:val="24"/>
        </w:rPr>
        <w:t xml:space="preserve">If </w:t>
      </w:r>
      <w:r w:rsidR="00E336E3">
        <w:rPr>
          <w:szCs w:val="24"/>
        </w:rPr>
        <w:t>you found a</w:t>
      </w:r>
      <w:r w:rsidRPr="00222782">
        <w:rPr>
          <w:szCs w:val="24"/>
        </w:rPr>
        <w:t xml:space="preserve"> picture from the Int</w:t>
      </w:r>
      <w:r w:rsidR="00E336E3">
        <w:rPr>
          <w:szCs w:val="24"/>
        </w:rPr>
        <w:t xml:space="preserve">ernet or photo you scanned write the photographer’s name or publisher in </w:t>
      </w:r>
      <w:r w:rsidRPr="00222782">
        <w:rPr>
          <w:szCs w:val="24"/>
        </w:rPr>
        <w:t>(  ).</w:t>
      </w:r>
    </w:p>
    <w:p w:rsidR="006F4872" w:rsidRPr="00222782" w:rsidRDefault="006F4872">
      <w:pPr>
        <w:rPr>
          <w:szCs w:val="24"/>
        </w:rPr>
      </w:pPr>
    </w:p>
    <w:p w:rsidR="006F4872" w:rsidRPr="00E336E3" w:rsidRDefault="00E336E3" w:rsidP="00E336E3">
      <w:pPr>
        <w:numPr>
          <w:ilvl w:val="0"/>
          <w:numId w:val="7"/>
        </w:numPr>
        <w:tabs>
          <w:tab w:val="clear" w:pos="360"/>
          <w:tab w:val="num" w:pos="1080"/>
        </w:tabs>
        <w:ind w:left="1080"/>
        <w:rPr>
          <w:szCs w:val="24"/>
        </w:rPr>
      </w:pPr>
      <w:r>
        <w:rPr>
          <w:szCs w:val="24"/>
        </w:rPr>
        <w:t>Organize</w:t>
      </w:r>
      <w:r w:rsidR="006F4872" w:rsidRPr="00222782">
        <w:rPr>
          <w:szCs w:val="24"/>
        </w:rPr>
        <w:t xml:space="preserve"> your notes by </w:t>
      </w:r>
      <w:r>
        <w:rPr>
          <w:szCs w:val="24"/>
        </w:rPr>
        <w:t xml:space="preserve">your </w:t>
      </w:r>
      <w:r w:rsidR="006F4872" w:rsidRPr="00222782">
        <w:rPr>
          <w:szCs w:val="24"/>
        </w:rPr>
        <w:t>research question</w:t>
      </w:r>
      <w:r>
        <w:rPr>
          <w:szCs w:val="24"/>
        </w:rPr>
        <w:t>s</w:t>
      </w:r>
      <w:r w:rsidR="006F4872" w:rsidRPr="00222782">
        <w:rPr>
          <w:szCs w:val="24"/>
        </w:rPr>
        <w:t>.</w:t>
      </w:r>
    </w:p>
    <w:p w:rsidR="00222782" w:rsidRDefault="00222782">
      <w:pPr>
        <w:rPr>
          <w:rFonts w:ascii="Arial" w:hAnsi="Arial"/>
          <w:sz w:val="20"/>
        </w:rPr>
      </w:pPr>
    </w:p>
    <w:sectPr w:rsidR="00222782">
      <w:headerReference w:type="default" r:id="rId8"/>
      <w:footerReference w:type="default" r:id="rId9"/>
      <w:pgSz w:w="15840" w:h="12240" w:orient="landscape"/>
      <w:pgMar w:top="720" w:right="864" w:bottom="720" w:left="864" w:header="864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E08" w:rsidRDefault="00244E08">
      <w:r>
        <w:separator/>
      </w:r>
    </w:p>
  </w:endnote>
  <w:endnote w:type="continuationSeparator" w:id="0">
    <w:p w:rsidR="00244E08" w:rsidRDefault="00244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872" w:rsidRDefault="006F4872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18"/>
      </w:rPr>
    </w:pPr>
    <w:r>
      <w:rPr>
        <w:b/>
        <w:sz w:val="18"/>
      </w:rPr>
      <w:t xml:space="preserve">Page </w:t>
    </w:r>
    <w:r>
      <w:rPr>
        <w:rStyle w:val="PageNumber"/>
        <w:b/>
        <w:sz w:val="18"/>
      </w:rPr>
      <w:fldChar w:fldCharType="begin"/>
    </w:r>
    <w:r>
      <w:rPr>
        <w:rStyle w:val="PageNumber"/>
        <w:b/>
        <w:sz w:val="18"/>
      </w:rPr>
      <w:instrText xml:space="preserve"> PAGE </w:instrText>
    </w:r>
    <w:r>
      <w:rPr>
        <w:rStyle w:val="PageNumber"/>
        <w:b/>
        <w:sz w:val="18"/>
      </w:rPr>
      <w:fldChar w:fldCharType="separate"/>
    </w:r>
    <w:r w:rsidR="00E90BB6">
      <w:rPr>
        <w:rStyle w:val="PageNumber"/>
        <w:b/>
        <w:noProof/>
        <w:sz w:val="18"/>
      </w:rPr>
      <w:t>1</w:t>
    </w:r>
    <w:r>
      <w:rPr>
        <w:rStyle w:val="PageNumber"/>
        <w:b/>
        <w:sz w:val="18"/>
      </w:rPr>
      <w:fldChar w:fldCharType="end"/>
    </w:r>
    <w:r>
      <w:rPr>
        <w:rStyle w:val="PageNumber"/>
        <w:b/>
        <w:sz w:val="18"/>
      </w:rPr>
      <w:t xml:space="preserve"> of </w:t>
    </w:r>
    <w:r>
      <w:rPr>
        <w:rStyle w:val="PageNumber"/>
        <w:b/>
        <w:sz w:val="18"/>
      </w:rPr>
      <w:fldChar w:fldCharType="begin"/>
    </w:r>
    <w:r>
      <w:rPr>
        <w:rStyle w:val="PageNumber"/>
        <w:b/>
        <w:sz w:val="18"/>
      </w:rPr>
      <w:instrText xml:space="preserve"> NUMPAGES </w:instrText>
    </w:r>
    <w:r>
      <w:rPr>
        <w:rStyle w:val="PageNumber"/>
        <w:b/>
        <w:sz w:val="18"/>
      </w:rPr>
      <w:fldChar w:fldCharType="separate"/>
    </w:r>
    <w:r w:rsidR="00E90BB6">
      <w:rPr>
        <w:rStyle w:val="PageNumber"/>
        <w:b/>
        <w:noProof/>
        <w:sz w:val="18"/>
      </w:rPr>
      <w:t>2</w:t>
    </w:r>
    <w:r>
      <w:rPr>
        <w:rStyle w:val="PageNumber"/>
        <w:b/>
        <w:sz w:val="18"/>
      </w:rPr>
      <w:fldChar w:fldCharType="end"/>
    </w:r>
  </w:p>
  <w:p w:rsidR="006F4872" w:rsidRDefault="006F4872">
    <w:pPr>
      <w:pStyle w:val="Footer"/>
      <w:jc w:val="cen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E08" w:rsidRDefault="00244E08">
      <w:r>
        <w:separator/>
      </w:r>
    </w:p>
  </w:footnote>
  <w:footnote w:type="continuationSeparator" w:id="0">
    <w:p w:rsidR="00244E08" w:rsidRDefault="00244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872" w:rsidRDefault="006F4872">
    <w:pPr>
      <w:jc w:val="right"/>
      <w:rPr>
        <w:rFonts w:ascii="Arial" w:hAnsi="Arial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0000003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0000004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0000005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0000006"/>
    <w:multiLevelType w:val="singleLevel"/>
    <w:tmpl w:val="000B040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B82092B"/>
    <w:multiLevelType w:val="hybridMultilevel"/>
    <w:tmpl w:val="DCFEB456"/>
    <w:lvl w:ilvl="0" w:tplc="36AA6CC8">
      <w:start w:val="1"/>
      <w:numFmt w:val="bullet"/>
      <w:lvlText w:val="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BE0CB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F4872"/>
    <w:rsid w:val="00031CAE"/>
    <w:rsid w:val="000A06D7"/>
    <w:rsid w:val="000C223D"/>
    <w:rsid w:val="00222782"/>
    <w:rsid w:val="00244E08"/>
    <w:rsid w:val="002A07A5"/>
    <w:rsid w:val="00387F2D"/>
    <w:rsid w:val="00436655"/>
    <w:rsid w:val="005361B3"/>
    <w:rsid w:val="006F4872"/>
    <w:rsid w:val="007462CE"/>
    <w:rsid w:val="008F509D"/>
    <w:rsid w:val="009F25CA"/>
    <w:rsid w:val="00BB4D20"/>
    <w:rsid w:val="00BD1DC0"/>
    <w:rsid w:val="00D3464C"/>
    <w:rsid w:val="00DA5E60"/>
    <w:rsid w:val="00DD47A3"/>
    <w:rsid w:val="00E17C9F"/>
    <w:rsid w:val="00E336E3"/>
    <w:rsid w:val="00E67AB7"/>
    <w:rsid w:val="00E90BB6"/>
    <w:rsid w:val="00F7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Docs\Assessments\KW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KWL.dot</Template>
  <TotalTime>2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Wisconsin’s Model Academic Standards for Information &amp; Technology Literacy</vt:lpstr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Wisconsin’s Model Academic Standards for Information &amp; Technology Literacy</dc:title>
  <dc:subject/>
  <dc:creator>kboguszewski</dc:creator>
  <cp:keywords/>
  <cp:lastModifiedBy>kboguszewski</cp:lastModifiedBy>
  <cp:revision>2</cp:revision>
  <cp:lastPrinted>2009-07-30T15:00:00Z</cp:lastPrinted>
  <dcterms:created xsi:type="dcterms:W3CDTF">2009-07-30T15:02:00Z</dcterms:created>
  <dcterms:modified xsi:type="dcterms:W3CDTF">2009-07-30T15:02:00Z</dcterms:modified>
</cp:coreProperties>
</file>